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81C" w:rsidRDefault="003C38C2" w:rsidP="00CF55B2">
      <w:pPr>
        <w:autoSpaceDE w:val="0"/>
        <w:autoSpaceDN w:val="0"/>
      </w:pPr>
      <w:bookmarkStart w:id="0" w:name="_GoBack"/>
      <w:bookmarkEnd w:id="0"/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56006005">
                <wp:simplePos x="0" y="0"/>
                <wp:positionH relativeFrom="column">
                  <wp:posOffset>186055</wp:posOffset>
                </wp:positionH>
                <wp:positionV relativeFrom="paragraph">
                  <wp:posOffset>3338830</wp:posOffset>
                </wp:positionV>
                <wp:extent cx="2938780" cy="683895"/>
                <wp:effectExtent l="0" t="0" r="13970" b="1905"/>
                <wp:wrapNone/>
                <wp:docPr id="18" name="テキスト ボック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3C38C2" w:rsidTr="003C38C2">
                              <w:trPr>
                                <w:cantSplit/>
                                <w:trHeight w:val="1135"/>
                              </w:trPr>
                              <w:tc>
                                <w:tcPr>
                                  <w:tcW w:w="4395" w:type="dxa"/>
                                </w:tcPr>
                                <w:p w:rsidR="003C38C2" w:rsidRDefault="003C38C2" w:rsidP="003C38C2">
                                  <w:pPr>
                                    <w:pStyle w:val="S1"/>
                                  </w:pPr>
                                  <w:bookmarkStart w:id="1" w:name="sndAddress" w:colFirst="0" w:colLast="0"/>
                                  <w:r>
                                    <w:t>北海道苫小牧市美園12-34</w:t>
                                  </w:r>
                                </w:p>
                                <w:p w:rsidR="003C38C2" w:rsidRDefault="003C38C2" w:rsidP="003C38C2">
                                  <w:pPr>
                                    <w:pStyle w:val="S2"/>
                                  </w:pPr>
                                </w:p>
                                <w:p w:rsidR="003C38C2" w:rsidRDefault="003C38C2" w:rsidP="003C38C2">
                                  <w:pPr>
                                    <w:pStyle w:val="S0"/>
                                  </w:pPr>
                                  <w:r w:rsidRPr="003C38C2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t>金田　金太郎</w:t>
                                  </w:r>
                                </w:p>
                                <w:p w:rsidR="003C38C2" w:rsidRDefault="003C38C2" w:rsidP="003C38C2">
                                  <w:pPr>
                                    <w:pStyle w:val="S3"/>
                                  </w:pPr>
                                  <w:r>
                                    <w:t>Tel: 0144-xx-xxxx</w:t>
                                  </w:r>
                                </w:p>
                                <w:p w:rsidR="003C38C2" w:rsidRDefault="003C38C2" w:rsidP="003C38C2">
                                  <w:pPr>
                                    <w:pStyle w:val="S3"/>
                                  </w:pPr>
                                  <w:r>
                                    <w:t>Mail: testjikkyo.co.jp</w:t>
                                  </w:r>
                                </w:p>
                              </w:tc>
                            </w:tr>
                            <w:bookmarkEnd w:id="1"/>
                          </w:tbl>
                          <w:p w:rsidR="003C38C2" w:rsidRDefault="003C38C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1" o:spid="_x0000_s1026" type="#_x0000_t202" style="position:absolute;left:0;text-align:left;margin-left:14.65pt;margin-top:262.9pt;width:231.4pt;height:53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3C38C2" w:rsidTr="003C38C2">
                        <w:trPr>
                          <w:cantSplit/>
                          <w:trHeight w:val="1135"/>
                        </w:trPr>
                        <w:tc>
                          <w:tcPr>
                            <w:tcW w:w="4395" w:type="dxa"/>
                          </w:tcPr>
                          <w:p w:rsidR="003C38C2" w:rsidRDefault="003C38C2" w:rsidP="003C38C2">
                            <w:pPr>
                              <w:pStyle w:val="S1"/>
                            </w:pPr>
                            <w:bookmarkStart w:id="2" w:name="sndAddress" w:colFirst="0" w:colLast="0"/>
                            <w:r>
                              <w:t>北海道苫小牧市美園12-34</w:t>
                            </w:r>
                          </w:p>
                          <w:p w:rsidR="003C38C2" w:rsidRDefault="003C38C2" w:rsidP="003C38C2">
                            <w:pPr>
                              <w:pStyle w:val="S2"/>
                            </w:pPr>
                          </w:p>
                          <w:p w:rsidR="003C38C2" w:rsidRDefault="003C38C2" w:rsidP="003C38C2">
                            <w:pPr>
                              <w:pStyle w:val="S0"/>
                            </w:pPr>
                            <w:r w:rsidRPr="003C38C2">
                              <w:rPr>
                                <w:sz w:val="16"/>
                              </w:rPr>
                              <w:tab/>
                            </w:r>
                            <w:r>
                              <w:t>金田　金太郎</w:t>
                            </w:r>
                          </w:p>
                          <w:p w:rsidR="003C38C2" w:rsidRDefault="003C38C2" w:rsidP="003C38C2">
                            <w:pPr>
                              <w:pStyle w:val="S3"/>
                            </w:pPr>
                            <w:r>
                              <w:t>Tel: 0144-xx-xxxx</w:t>
                            </w:r>
                          </w:p>
                          <w:p w:rsidR="003C38C2" w:rsidRDefault="003C38C2" w:rsidP="003C38C2">
                            <w:pPr>
                              <w:pStyle w:val="S3"/>
                            </w:pPr>
                            <w:r>
                              <w:t>Mail: testjikkyo.co.jp</w:t>
                            </w:r>
                          </w:p>
                        </w:tc>
                      </w:tr>
                      <w:bookmarkEnd w:id="2"/>
                    </w:tbl>
                    <w:p w:rsidR="003C38C2" w:rsidRDefault="003C38C2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6FC43A60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17" name="テキスト ボック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3C38C2" w:rsidTr="003C38C2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bookmarkStart w:id="3" w:name="rcvName"/>
                                <w:p w:rsidR="003C38C2" w:rsidRDefault="003C38C2" w:rsidP="003C38C2">
                                  <w:pPr>
                                    <w:pStyle w:val="R0"/>
                                  </w:pPr>
                                  <w:r w:rsidRPr="003C38C2">
                                    <w:rPr>
                                      <w:sz w:val="29"/>
                                    </w:rPr>
                                    <w:fldChar w:fldCharType="begin"/>
                                  </w:r>
                                  <w:r w:rsidRPr="003C38C2">
                                    <w:rPr>
                                      <w:sz w:val="29"/>
                                    </w:rPr>
                                    <w:instrText xml:space="preserve"> MERGEFIELD 役職 \m </w:instrText>
                                  </w:r>
                                  <w:r w:rsidRPr="003C38C2">
                                    <w:rPr>
                                      <w:sz w:val="29"/>
                                    </w:rPr>
                                    <w:fldChar w:fldCharType="end"/>
                                  </w:r>
                                  <w:r>
                                    <w:tab/>
                                  </w:r>
                                  <w:r w:rsidR="00CF55B2">
                                    <w:fldChar w:fldCharType="begin"/>
                                  </w:r>
                                  <w:r w:rsidR="00CF55B2">
                                    <w:instrText xml:space="preserve"> MERGEFIELD </w:instrText>
                                  </w:r>
                                  <w:r w:rsidR="00CF55B2">
                                    <w:instrText>姓</w:instrText>
                                  </w:r>
                                  <w:r w:rsidR="00CF55B2">
                                    <w:instrText xml:space="preserve"> \m </w:instrText>
                                  </w:r>
                                  <w:r w:rsidR="00CF55B2"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</w:rPr>
                                    <w:t>敷島</w:t>
                                  </w:r>
                                  <w:r w:rsidR="00CF55B2">
                                    <w:rPr>
                                      <w:noProof/>
                                    </w:rPr>
                                    <w:fldChar w:fldCharType="end"/>
                                  </w:r>
                                  <w:r>
                                    <w:t xml:space="preserve">  </w:t>
                                  </w:r>
                                  <w:r w:rsidR="00CF55B2">
                                    <w:fldChar w:fldCharType="begin"/>
                                  </w:r>
                                  <w:r w:rsidR="00CF55B2">
                                    <w:instrText xml:space="preserve"> MERGEFIELD </w:instrText>
                                  </w:r>
                                  <w:r w:rsidR="00CF55B2">
                                    <w:instrText>名</w:instrText>
                                  </w:r>
                                  <w:r w:rsidR="00CF55B2">
                                    <w:instrText xml:space="preserve"> \m </w:instrText>
                                  </w:r>
                                  <w:r w:rsidR="00CF55B2"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</w:rPr>
                                    <w:t>博士</w:t>
                                  </w:r>
                                  <w:r w:rsidR="00CF55B2">
                                    <w:rPr>
                                      <w:noProof/>
                                    </w:rPr>
                                    <w:fldChar w:fldCharType="end"/>
                                  </w:r>
                                </w:p>
                                <w:p w:rsidR="003C38C2" w:rsidRDefault="003C38C2">
                                  <w:pPr>
                                    <w:pStyle w:val="R0"/>
                                    <w:jc w:val="right"/>
                                  </w:pPr>
                                  <w:bookmarkStart w:id="4" w:name="rcvOptName"/>
                                  <w:bookmarkEnd w:id="3"/>
                                  <w:bookmarkEnd w:id="4"/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3C38C2" w:rsidRDefault="003C38C2">
                                  <w:pPr>
                                    <w:pStyle w:val="R0"/>
                                    <w:jc w:val="center"/>
                                  </w:pPr>
                                  <w:bookmarkStart w:id="5" w:name="rcvSama"/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  <w:bookmarkEnd w:id="5"/>
                                </w:p>
                              </w:tc>
                            </w:tr>
                          </w:tbl>
                          <w:p w:rsidR="003C38C2" w:rsidRDefault="003C38C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0" o:spid="_x0000_s1027" type="#_x0000_t202" style="position:absolute;left:0;text-align:left;margin-left:18.5pt;margin-top:166.55pt;width:229.4pt;height:7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3C38C2" w:rsidTr="003C38C2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bookmarkStart w:id="6" w:name="rcvName"/>
                          <w:p w:rsidR="003C38C2" w:rsidRDefault="003C38C2" w:rsidP="003C38C2">
                            <w:pPr>
                              <w:pStyle w:val="R0"/>
                            </w:pPr>
                            <w:r w:rsidRPr="003C38C2">
                              <w:rPr>
                                <w:sz w:val="29"/>
                              </w:rPr>
                              <w:fldChar w:fldCharType="begin"/>
                            </w:r>
                            <w:r w:rsidRPr="003C38C2">
                              <w:rPr>
                                <w:sz w:val="29"/>
                              </w:rPr>
                              <w:instrText xml:space="preserve"> MERGEFIELD 役職 \m </w:instrText>
                            </w:r>
                            <w:r w:rsidRPr="003C38C2">
                              <w:rPr>
                                <w:sz w:val="29"/>
                              </w:rPr>
                              <w:fldChar w:fldCharType="end"/>
                            </w:r>
                            <w:r>
                              <w:tab/>
                            </w:r>
                            <w:r w:rsidR="00CF55B2">
                              <w:fldChar w:fldCharType="begin"/>
                            </w:r>
                            <w:r w:rsidR="00CF55B2">
                              <w:instrText xml:space="preserve"> MERGEFIELD </w:instrText>
                            </w:r>
                            <w:r w:rsidR="00CF55B2">
                              <w:instrText>姓</w:instrText>
                            </w:r>
                            <w:r w:rsidR="00CF55B2">
                              <w:instrText xml:space="preserve"> \m </w:instrText>
                            </w:r>
                            <w:r w:rsidR="00CF55B2"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敷島</w:t>
                            </w:r>
                            <w:r w:rsidR="00CF55B2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  </w:t>
                            </w:r>
                            <w:r w:rsidR="00CF55B2">
                              <w:fldChar w:fldCharType="begin"/>
                            </w:r>
                            <w:r w:rsidR="00CF55B2">
                              <w:instrText xml:space="preserve"> MERGEFIELD </w:instrText>
                            </w:r>
                            <w:r w:rsidR="00CF55B2">
                              <w:instrText>名</w:instrText>
                            </w:r>
                            <w:r w:rsidR="00CF55B2">
                              <w:instrText xml:space="preserve"> \m </w:instrText>
                            </w:r>
                            <w:r w:rsidR="00CF55B2"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博士</w:t>
                            </w:r>
                            <w:r w:rsidR="00CF55B2"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:rsidR="003C38C2" w:rsidRDefault="003C38C2">
                            <w:pPr>
                              <w:pStyle w:val="R0"/>
                              <w:jc w:val="right"/>
                            </w:pPr>
                            <w:bookmarkStart w:id="7" w:name="rcvOptName"/>
                            <w:bookmarkEnd w:id="6"/>
                            <w:bookmarkEnd w:id="7"/>
                          </w:p>
                        </w:tc>
                        <w:tc>
                          <w:tcPr>
                            <w:tcW w:w="1134" w:type="dxa"/>
                          </w:tcPr>
                          <w:p w:rsidR="003C38C2" w:rsidRDefault="003C38C2">
                            <w:pPr>
                              <w:pStyle w:val="R0"/>
                              <w:jc w:val="center"/>
                            </w:pPr>
                            <w:bookmarkStart w:id="8" w:name="rcvSama"/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  <w:bookmarkEnd w:id="8"/>
                          </w:p>
                        </w:tc>
                      </w:tr>
                    </w:tbl>
                    <w:p w:rsidR="003C38C2" w:rsidRDefault="003C38C2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58F2A581">
                <wp:simplePos x="0" y="0"/>
                <wp:positionH relativeFrom="column">
                  <wp:posOffset>276860</wp:posOffset>
                </wp:positionH>
                <wp:positionV relativeFrom="paragraph">
                  <wp:posOffset>1753235</wp:posOffset>
                </wp:positionV>
                <wp:extent cx="2846070" cy="347345"/>
                <wp:effectExtent l="0" t="0" r="11430" b="14605"/>
                <wp:wrapNone/>
                <wp:docPr id="16" name="テキスト ボックス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6070" cy="347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3C38C2" w:rsidTr="003C38C2">
                              <w:trPr>
                                <w:cantSplit/>
                                <w:trHeight w:val="567"/>
                              </w:trPr>
                              <w:tc>
                                <w:tcPr>
                                  <w:tcW w:w="4395" w:type="dxa"/>
                                  <w:vAlign w:val="bottom"/>
                                </w:tcPr>
                                <w:bookmarkStart w:id="9" w:name="rcvOffice" w:colFirst="0" w:colLast="0"/>
                                <w:p w:rsidR="003C38C2" w:rsidRDefault="003C38C2" w:rsidP="003C38C2">
                                  <w:pPr>
                                    <w:pStyle w:val="R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会社名 \m </w:instrTex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3C38C2" w:rsidRDefault="003C38C2" w:rsidP="003C38C2">
                                  <w:pPr>
                                    <w:pStyle w:val="R3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部署名 \m 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bookmarkEnd w:id="9"/>
                          </w:tbl>
                          <w:p w:rsidR="003C38C2" w:rsidRDefault="003C38C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2" o:spid="_x0000_s1028" type="#_x0000_t202" style="position:absolute;left:0;text-align:left;margin-left:21.8pt;margin-top:138.05pt;width:224.1pt;height:27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3C38C2" w:rsidTr="003C38C2">
                        <w:trPr>
                          <w:cantSplit/>
                          <w:trHeight w:val="567"/>
                        </w:trPr>
                        <w:tc>
                          <w:tcPr>
                            <w:tcW w:w="4395" w:type="dxa"/>
                            <w:vAlign w:val="bottom"/>
                          </w:tcPr>
                          <w:bookmarkStart w:id="10" w:name="rcvOffice" w:colFirst="0" w:colLast="0"/>
                          <w:p w:rsidR="003C38C2" w:rsidRDefault="003C38C2" w:rsidP="003C38C2">
                            <w:pPr>
                              <w:pStyle w:val="R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会社名 \m </w:instrText>
                            </w:r>
                            <w:r>
                              <w:fldChar w:fldCharType="end"/>
                            </w:r>
                          </w:p>
                          <w:p w:rsidR="003C38C2" w:rsidRDefault="003C38C2" w:rsidP="003C38C2">
                            <w:pPr>
                              <w:pStyle w:val="R3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部署名 \m </w:instrTex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bookmarkEnd w:id="10"/>
                    </w:tbl>
                    <w:p w:rsidR="003C38C2" w:rsidRDefault="003C38C2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782C5CD7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15" name="テキスト ボック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3C38C2" w:rsidTr="003C38C2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bookmarkStart w:id="11" w:name="rcvAddress" w:colFirst="0" w:colLast="0"/>
                                <w:p w:rsidR="003C38C2" w:rsidRDefault="003C38C2" w:rsidP="003C38C2">
                                  <w:pPr>
                                    <w:pStyle w:val="R1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住所_1 \m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</w:rPr>
                                    <w:t>北海道函館市日吉町56-78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3C38C2" w:rsidRDefault="003C38C2" w:rsidP="003C38C2">
                                  <w:pPr>
                                    <w:pStyle w:val="R2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住所_2 \m 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bookmarkEnd w:id="11"/>
                          </w:tbl>
                          <w:p w:rsidR="003C38C2" w:rsidRDefault="003C38C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9" o:spid="_x0000_s1029" type="#_x0000_t202" style="position:absolute;left:0;text-align:left;margin-left:39.95pt;margin-top:104.3pt;width:202.6pt;height:34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qZB0wIAAMM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3C38C2" w:rsidTr="003C38C2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bookmarkStart w:id="12" w:name="rcvAddress" w:colFirst="0" w:colLast="0"/>
                          <w:p w:rsidR="003C38C2" w:rsidRDefault="003C38C2" w:rsidP="003C38C2">
                            <w:pPr>
                              <w:pStyle w:val="R1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住所_1 \m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北海道函館市日吉町56-78</w:t>
                            </w:r>
                            <w:r>
                              <w:fldChar w:fldCharType="end"/>
                            </w:r>
                          </w:p>
                          <w:p w:rsidR="003C38C2" w:rsidRDefault="003C38C2" w:rsidP="003C38C2">
                            <w:pPr>
                              <w:pStyle w:val="R2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住所_2 \m </w:instrTex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bookmarkEnd w:id="12"/>
                    </w:tbl>
                    <w:p w:rsidR="003C38C2" w:rsidRDefault="003C38C2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759BE1A5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4" name="テキスト ボック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3C38C2" w:rsidTr="003C38C2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bookmarkStart w:id="13" w:name="rcvZipA" w:colFirst="0" w:colLast="0"/>
                                <w:bookmarkStart w:id="14" w:name="rcvZipB" w:colFirst="1" w:colLast="1"/>
                                <w:p w:rsidR="003C38C2" w:rsidRPr="003C38C2" w:rsidRDefault="003C38C2" w:rsidP="003C38C2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 w:rsidRPr="003C38C2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3C38C2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3C38C2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3C38C2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3C38C2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0410841</w:t>
                                  </w:r>
                                  <w:r w:rsidRPr="003C38C2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3C38C2" w:rsidRPr="003C38C2" w:rsidRDefault="003C38C2" w:rsidP="003C38C2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 w:rsidRPr="003C38C2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3C38C2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3C38C2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3C38C2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3C38C2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0410841</w:t>
                                  </w:r>
                                  <w:r w:rsidRPr="003C38C2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3"/>
                            <w:bookmarkEnd w:id="14"/>
                          </w:tbl>
                          <w:p w:rsidR="003C38C2" w:rsidRDefault="003C38C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7" o:spid="_x0000_s1030" type="#_x0000_t202" style="position:absolute;left:0;text-align:left;margin-left:98pt;margin-top:-4.25pt;width:150.6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3C38C2" w:rsidTr="003C38C2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bookmarkStart w:id="15" w:name="rcvZipA" w:colFirst="0" w:colLast="0"/>
                          <w:bookmarkStart w:id="16" w:name="rcvZipB" w:colFirst="1" w:colLast="1"/>
                          <w:p w:rsidR="003C38C2" w:rsidRPr="003C38C2" w:rsidRDefault="003C38C2" w:rsidP="003C38C2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 w:rsidRPr="003C38C2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3C38C2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3C38C2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3C38C2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3C38C2">
                              <w:rPr>
                                <w:rFonts w:ascii="OCRB"/>
                              </w:rPr>
                              <w:fldChar w:fldCharType="separate"/>
                            </w:r>
                            <w:r>
                              <w:rPr>
                                <w:rFonts w:ascii="OCRB"/>
                                <w:noProof/>
                              </w:rPr>
                              <w:t>0410841</w:t>
                            </w:r>
                            <w:r w:rsidRPr="003C38C2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3C38C2" w:rsidRPr="003C38C2" w:rsidRDefault="003C38C2" w:rsidP="003C38C2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 w:rsidRPr="003C38C2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3C38C2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3C38C2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3C38C2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3C38C2">
                              <w:rPr>
                                <w:rFonts w:ascii="OCRB"/>
                              </w:rPr>
                              <w:fldChar w:fldCharType="separate"/>
                            </w:r>
                            <w:r>
                              <w:rPr>
                                <w:rFonts w:ascii="OCRB"/>
                                <w:noProof/>
                              </w:rPr>
                              <w:t>0410841</w:t>
                            </w:r>
                            <w:r w:rsidRPr="003C38C2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</w:tr>
                      <w:bookmarkEnd w:id="15"/>
                      <w:bookmarkEnd w:id="16"/>
                    </w:tbl>
                    <w:p w:rsidR="003C38C2" w:rsidRDefault="003C38C2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60E96A32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13" name="テキスト ボック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3C38C2" w:rsidTr="003C38C2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3C38C2" w:rsidRDefault="003C38C2" w:rsidP="003C38C2">
                                  <w:pPr>
                                    <w:pStyle w:val="SA"/>
                                  </w:pPr>
                                  <w:bookmarkStart w:id="17" w:name="sndZipColumn" w:colFirst="0" w:colLast="1"/>
                                  <w:bookmarkStart w:id="18" w:name="sndZipA" w:colFirst="0" w:colLast="0"/>
                                  <w:bookmarkStart w:id="19" w:name="sndZipB" w:colFirst="1" w:colLast="1"/>
                                  <w:r w:rsidRPr="003C38C2">
                                    <w:rPr>
                                      <w:rFonts w:ascii="OCRB"/>
                                    </w:rPr>
                                    <w:t>053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3C38C2" w:rsidRDefault="003C38C2" w:rsidP="003C38C2">
                                  <w:pPr>
                                    <w:pStyle w:val="SB"/>
                                    <w:ind w:right="-105"/>
                                  </w:pPr>
                                  <w:r w:rsidRPr="003C38C2">
                                    <w:rPr>
                                      <w:rFonts w:ascii="OCRB"/>
                                    </w:rPr>
                                    <w:t>0041</w:t>
                                  </w:r>
                                </w:p>
                              </w:tc>
                            </w:tr>
                            <w:bookmarkEnd w:id="17"/>
                            <w:bookmarkEnd w:id="18"/>
                            <w:bookmarkEnd w:id="19"/>
                          </w:tbl>
                          <w:p w:rsidR="003C38C2" w:rsidRDefault="003C38C2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8" o:spid="_x0000_s1031" type="#_x0000_t202" style="position:absolute;left:0;text-align:left;margin-left:-16.85pt;margin-top:316.4pt;width:99.5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sKL2QIAAMs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3C38C2" w:rsidTr="003C38C2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3C38C2" w:rsidRDefault="003C38C2" w:rsidP="003C38C2">
                            <w:pPr>
                              <w:pStyle w:val="SA"/>
                            </w:pPr>
                            <w:bookmarkStart w:id="20" w:name="sndZipColumn" w:colFirst="0" w:colLast="1"/>
                            <w:bookmarkStart w:id="21" w:name="sndZipA" w:colFirst="0" w:colLast="0"/>
                            <w:bookmarkStart w:id="22" w:name="sndZipB" w:colFirst="1" w:colLast="1"/>
                            <w:r w:rsidRPr="003C38C2">
                              <w:rPr>
                                <w:rFonts w:ascii="OCRB"/>
                              </w:rPr>
                              <w:t>053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3C38C2" w:rsidRDefault="003C38C2" w:rsidP="003C38C2">
                            <w:pPr>
                              <w:pStyle w:val="SB"/>
                              <w:ind w:right="-105"/>
                            </w:pPr>
                            <w:r w:rsidRPr="003C38C2">
                              <w:rPr>
                                <w:rFonts w:ascii="OCRB"/>
                              </w:rPr>
                              <w:t>0041</w:t>
                            </w:r>
                          </w:p>
                        </w:tc>
                      </w:tr>
                      <w:bookmarkEnd w:id="20"/>
                      <w:bookmarkEnd w:id="21"/>
                      <w:bookmarkEnd w:id="22"/>
                    </w:tbl>
                    <w:p w:rsidR="003C38C2" w:rsidRDefault="003C38C2"/>
                  </w:txbxContent>
                </v:textbox>
              </v:shape>
            </w:pict>
          </mc:Fallback>
        </mc:AlternateContent>
      </w:r>
    </w:p>
    <w:sectPr w:rsidR="007D581C" w:rsidSect="00CF55B2">
      <w:headerReference w:type="default" r:id="rId6"/>
      <w:pgSz w:w="5670" w:h="8420" w:code="43"/>
      <w:pgMar w:top="624" w:right="454" w:bottom="907" w:left="454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8C2" w:rsidRDefault="003C38C2" w:rsidP="003C38C2">
      <w:r>
        <w:separator/>
      </w:r>
    </w:p>
  </w:endnote>
  <w:endnote w:type="continuationSeparator" w:id="0">
    <w:p w:rsidR="003C38C2" w:rsidRDefault="003C38C2" w:rsidP="003C3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8C2" w:rsidRDefault="003C38C2" w:rsidP="003C38C2">
      <w:r>
        <w:separator/>
      </w:r>
    </w:p>
  </w:footnote>
  <w:footnote w:type="continuationSeparator" w:id="0">
    <w:p w:rsidR="003C38C2" w:rsidRDefault="003C38C2" w:rsidP="003C3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8C2" w:rsidRDefault="003C38C2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0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38C2" w:rsidRDefault="003C38C2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4" name="図 4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5" o:spid="_x0000_s1032" type="#_x0000_t202" style="position:absolute;left:0;text-align:left;margin-left:-20.9pt;margin-top:-24.65pt;width:282.65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" o:allowincell="f" stroked="f">
              <v:textbox inset="1mm">
                <w:txbxContent>
                  <w:p w:rsidR="003C38C2" w:rsidRDefault="003C38C2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4" name="図 4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8C2"/>
    <w:rsid w:val="003C38C2"/>
    <w:rsid w:val="007D581C"/>
    <w:rsid w:val="00C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3877068-43A8-4ADB-99BC-7081F4590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5B2"/>
    <w:pPr>
      <w:widowControl w:val="0"/>
    </w:pPr>
    <w:rPr>
      <w:rFonts w:ascii="HGS創英角ﾎﾟｯﾌﾟ体" w:eastAsia="HGS創英角ﾎﾟｯﾌﾟ体" w:hAnsi="HGS創英角ﾎﾟｯﾌﾟ体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3C38C2"/>
    <w:pPr>
      <w:adjustRightInd w:val="0"/>
      <w:snapToGrid w:val="0"/>
      <w:ind w:left="113" w:right="113"/>
      <w:jc w:val="left"/>
    </w:pPr>
    <w:rPr>
      <w:sz w:val="22"/>
      <w:szCs w:val="20"/>
      <w:lang w:bidi="he-IL"/>
    </w:rPr>
  </w:style>
  <w:style w:type="paragraph" w:customStyle="1" w:styleId="RNH">
    <w:name w:val="R会社_NH"/>
    <w:basedOn w:val="R"/>
    <w:rsid w:val="003C38C2"/>
    <w:pPr>
      <w:ind w:left="0"/>
    </w:pPr>
    <w:rPr>
      <w:noProof/>
    </w:rPr>
  </w:style>
  <w:style w:type="paragraph" w:customStyle="1" w:styleId="R0">
    <w:name w:val="R氏名"/>
    <w:basedOn w:val="a"/>
    <w:rsid w:val="003C38C2"/>
    <w:pPr>
      <w:adjustRightInd w:val="0"/>
      <w:snapToGrid w:val="0"/>
      <w:jc w:val="distribute"/>
    </w:pPr>
    <w:rPr>
      <w:sz w:val="44"/>
      <w:szCs w:val="20"/>
      <w:lang w:bidi="he-IL"/>
    </w:rPr>
  </w:style>
  <w:style w:type="paragraph" w:customStyle="1" w:styleId="RNH0">
    <w:name w:val="R氏名_NH"/>
    <w:basedOn w:val="R0"/>
    <w:rsid w:val="003C38C2"/>
    <w:rPr>
      <w:noProof/>
    </w:rPr>
  </w:style>
  <w:style w:type="paragraph" w:customStyle="1" w:styleId="R1">
    <w:name w:val="R住所_1"/>
    <w:basedOn w:val="a"/>
    <w:rsid w:val="003C38C2"/>
    <w:pPr>
      <w:adjustRightInd w:val="0"/>
      <w:snapToGrid w:val="0"/>
      <w:ind w:left="113" w:right="113"/>
      <w:jc w:val="left"/>
    </w:pPr>
    <w:rPr>
      <w:szCs w:val="20"/>
      <w:lang w:bidi="he-IL"/>
    </w:rPr>
  </w:style>
  <w:style w:type="paragraph" w:customStyle="1" w:styleId="R1NH">
    <w:name w:val="R住所_1_NH"/>
    <w:basedOn w:val="R1"/>
    <w:rsid w:val="003C38C2"/>
    <w:pPr>
      <w:ind w:left="0"/>
    </w:pPr>
    <w:rPr>
      <w:noProof/>
    </w:rPr>
  </w:style>
  <w:style w:type="paragraph" w:customStyle="1" w:styleId="R2">
    <w:name w:val="R住所_2"/>
    <w:basedOn w:val="a"/>
    <w:rsid w:val="003C38C2"/>
    <w:pPr>
      <w:adjustRightInd w:val="0"/>
      <w:snapToGrid w:val="0"/>
      <w:ind w:left="113" w:right="113"/>
      <w:jc w:val="right"/>
    </w:pPr>
    <w:rPr>
      <w:szCs w:val="20"/>
      <w:lang w:bidi="he-IL"/>
    </w:rPr>
  </w:style>
  <w:style w:type="paragraph" w:customStyle="1" w:styleId="R2NH">
    <w:name w:val="R住所_2_NH"/>
    <w:basedOn w:val="R2"/>
    <w:rsid w:val="003C38C2"/>
    <w:pPr>
      <w:ind w:left="0"/>
    </w:pPr>
    <w:rPr>
      <w:noProof/>
    </w:rPr>
  </w:style>
  <w:style w:type="paragraph" w:customStyle="1" w:styleId="R3">
    <w:name w:val="R部署"/>
    <w:basedOn w:val="a"/>
    <w:rsid w:val="003C38C2"/>
    <w:pPr>
      <w:adjustRightInd w:val="0"/>
      <w:snapToGrid w:val="0"/>
      <w:ind w:left="113" w:right="113"/>
      <w:jc w:val="center"/>
    </w:pPr>
    <w:rPr>
      <w:sz w:val="20"/>
      <w:szCs w:val="20"/>
      <w:lang w:bidi="he-IL"/>
    </w:rPr>
  </w:style>
  <w:style w:type="paragraph" w:customStyle="1" w:styleId="RNH1">
    <w:name w:val="R部署_NH"/>
    <w:basedOn w:val="R3"/>
    <w:rsid w:val="003C38C2"/>
    <w:pPr>
      <w:ind w:left="0"/>
    </w:pPr>
    <w:rPr>
      <w:noProof/>
    </w:rPr>
  </w:style>
  <w:style w:type="paragraph" w:customStyle="1" w:styleId="RA">
    <w:name w:val="R郵便番号A"/>
    <w:basedOn w:val="a"/>
    <w:rsid w:val="003C38C2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sz w:val="44"/>
      <w:szCs w:val="20"/>
      <w:lang w:bidi="he-IL"/>
    </w:rPr>
  </w:style>
  <w:style w:type="paragraph" w:customStyle="1" w:styleId="RB">
    <w:name w:val="R郵便番号B"/>
    <w:basedOn w:val="a"/>
    <w:rsid w:val="003C38C2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sz w:val="44"/>
      <w:szCs w:val="20"/>
      <w:lang w:bidi="he-IL"/>
    </w:rPr>
  </w:style>
  <w:style w:type="paragraph" w:customStyle="1" w:styleId="S">
    <w:name w:val="S会社"/>
    <w:basedOn w:val="a"/>
    <w:rsid w:val="003C38C2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3C38C2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3C38C2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3C38C2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3C38C2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3C38C2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3C38C2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3C38C2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3C38C2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3C38C2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3C38C2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3C38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3C38C2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3C38C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3C38C2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1\POST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POSTCARD20</Template>
  <TotalTime>8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宮岸 由紀雄</dc:creator>
  <cp:keywords/>
  <dc:description/>
  <cp:lastModifiedBy>宮岸 由紀雄</cp:lastModifiedBy>
  <cp:revision>2</cp:revision>
  <dcterms:created xsi:type="dcterms:W3CDTF">2016-09-05T22:46:00Z</dcterms:created>
  <dcterms:modified xsi:type="dcterms:W3CDTF">2016-09-27T04:33:00Z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zardSucceeded">
    <vt:i4>1</vt:i4>
  </property>
  <property fmtid="{D5CDD505-2E9C-101B-9397-08002B2CF9AE}" pid="3" name="RcpntHNum">
    <vt:i4>1</vt:i4>
  </property>
  <property fmtid="{D5CDD505-2E9C-101B-9397-08002B2CF9AE}" pid="4" name="SenderHNum">
    <vt:i4>1</vt:i4>
  </property>
</Properties>
</file>